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2CA5" w14:textId="77777777" w:rsidR="00B2457F" w:rsidRPr="007B69D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7B69D5">
        <w:rPr>
          <w:rFonts w:ascii="Arial" w:hAnsi="Arial"/>
          <w:b/>
        </w:rPr>
        <w:t>R</w:t>
      </w:r>
      <w:r w:rsidR="0063681C" w:rsidRPr="007B69D5">
        <w:rPr>
          <w:rFonts w:ascii="Arial" w:hAnsi="Arial"/>
          <w:b/>
        </w:rPr>
        <w:t>eservoir</w:t>
      </w:r>
    </w:p>
    <w:p w14:paraId="662E721B" w14:textId="77777777" w:rsidR="004F67CD" w:rsidRDefault="004F67CD" w:rsidP="004F67CD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1EDC708B" w14:textId="77777777" w:rsidR="0063681C" w:rsidRPr="006E09BA" w:rsidRDefault="0066076E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</w:t>
      </w:r>
      <w:r w:rsidR="006F7C8D" w:rsidRPr="006E09BA">
        <w:rPr>
          <w:rFonts w:ascii="Arial" w:hAnsi="Arial"/>
        </w:rPr>
        <w:t>unststof spoelreservoir</w:t>
      </w:r>
    </w:p>
    <w:p w14:paraId="09D64C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enkel verkrijgbaar in het wit</w:t>
      </w:r>
    </w:p>
    <w:p w14:paraId="7D363A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inhoud: 9 liter</w:t>
      </w:r>
    </w:p>
    <w:p w14:paraId="246402D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is voorzien van de 2-toetsen-spoeltechniek</w:t>
      </w:r>
    </w:p>
    <w:p w14:paraId="2BCE724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hoeveelheid spoelwater is afhankelijk van de gebruikte bedieningstoets</w:t>
      </w:r>
    </w:p>
    <w:p w14:paraId="2A03357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kleine toets: 3 tot 4 liter, afhankelijk van de instelling tijdens de montage</w:t>
      </w:r>
    </w:p>
    <w:p w14:paraId="58279D27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grote toets : 6 of 9 liter, afhankelijk van de instelling tijdens de montage</w:t>
      </w:r>
    </w:p>
    <w:p w14:paraId="02C4C97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bedieningstoetsen zijn rechts in het deksel geïntegreerd</w:t>
      </w:r>
    </w:p>
    <w:p w14:paraId="5271D470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73EFB057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6E09BA">
        <w:rPr>
          <w:rFonts w:ascii="Arial" w:hAnsi="Arial"/>
        </w:rPr>
        <w:t>aanpassingsset</w:t>
      </w:r>
      <w:proofErr w:type="spellEnd"/>
      <w:r w:rsidRPr="006E09BA">
        <w:rPr>
          <w:rFonts w:ascii="Arial" w:hAnsi="Arial"/>
        </w:rPr>
        <w:t xml:space="preserve"> achteraan gebeuren</w:t>
      </w:r>
    </w:p>
    <w:p w14:paraId="4D4D00C7" w14:textId="77777777" w:rsidR="0063681C" w:rsidRPr="006E09BA" w:rsidRDefault="000E2159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wordt geleverd met uitlijningsstrip en ophangbeugels voor de bevestiging van het reservoir tegen de wand</w:t>
      </w:r>
    </w:p>
    <w:p w14:paraId="1E239FD9" w14:textId="77777777" w:rsidR="004E4271" w:rsidRPr="007B69D5" w:rsidRDefault="00F7105B" w:rsidP="004E4271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Vlotterkraan uit kunststof</w:t>
      </w:r>
    </w:p>
    <w:p w14:paraId="57B7FB3B" w14:textId="77777777" w:rsidR="00930C81" w:rsidRPr="006E09BA" w:rsidRDefault="00930C81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werkt volgens het </w:t>
      </w:r>
      <w:proofErr w:type="spellStart"/>
      <w:r w:rsidRPr="006E09BA">
        <w:rPr>
          <w:rFonts w:ascii="Arial" w:hAnsi="Arial"/>
        </w:rPr>
        <w:t>servo</w:t>
      </w:r>
      <w:proofErr w:type="spellEnd"/>
      <w:r w:rsidRPr="006E09BA">
        <w:rPr>
          <w:rFonts w:ascii="Arial" w:hAnsi="Arial"/>
        </w:rPr>
        <w:t>-principe</w:t>
      </w:r>
    </w:p>
    <w:p w14:paraId="482DF780" w14:textId="77777777" w:rsidR="004E4271" w:rsidRPr="006E09BA" w:rsidRDefault="0063681C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vlotterkraan biedt de mogelijkheid de waterinhoud van het reservoir te regelen</w:t>
      </w:r>
    </w:p>
    <w:p w14:paraId="267CC703" w14:textId="77777777" w:rsidR="00F17FCF" w:rsidRPr="006E09BA" w:rsidRDefault="0063681C" w:rsidP="00F17FC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1BEB8BF1" w14:textId="77777777" w:rsidR="007257FA" w:rsidRPr="007B69D5" w:rsidRDefault="00A21F36" w:rsidP="007257FA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Klok uit kunststof met overloop</w:t>
      </w:r>
    </w:p>
    <w:p w14:paraId="36646BD3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grote spoeling van 6 of 9 liter (hoeveelheid spoelwater van de grote toets)</w:t>
      </w:r>
    </w:p>
    <w:p w14:paraId="45895E3C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kleine spoeling van 3 tot 4 liter (hoeveelheid spoelwater van de kleine toets)</w:t>
      </w:r>
    </w:p>
    <w:p w14:paraId="41F102CE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delen van de klok die de kleine-spoeling bevelen, zijn met het oog op herkenbaarheid in een </w:t>
      </w:r>
      <w:r w:rsidR="00917617" w:rsidRPr="006E09BA">
        <w:rPr>
          <w:rFonts w:ascii="Arial" w:hAnsi="Arial"/>
        </w:rPr>
        <w:t>blauwe</w:t>
      </w:r>
      <w:r w:rsidRPr="006E09BA">
        <w:rPr>
          <w:rFonts w:ascii="Arial" w:hAnsi="Arial"/>
        </w:rPr>
        <w:t xml:space="preserve"> kleur uitgevoerd</w:t>
      </w:r>
    </w:p>
    <w:p w14:paraId="56057EF6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 bezit 4 uitsparingen die kunnen dienen voor de montage van een pneumatische afstandsbediening</w:t>
      </w:r>
    </w:p>
    <w:p w14:paraId="2BE49350" w14:textId="77777777" w:rsidR="0035673B" w:rsidRPr="006E09BA" w:rsidRDefault="001F5655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klokdichting is vervaardigd uit siliconenrubber</w:t>
      </w:r>
    </w:p>
    <w:p w14:paraId="7AF425C5" w14:textId="77777777" w:rsidR="00343D2F" w:rsidRPr="007B69D5" w:rsidRDefault="00343D2F" w:rsidP="00343D2F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Spoelbuis</w:t>
      </w:r>
    </w:p>
    <w:p w14:paraId="035A023D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men verbindt het reservoir met de wc door een urinebestendige spoelbuis </w:t>
      </w:r>
      <w:r w:rsidRPr="006E09BA">
        <w:rPr>
          <w:rFonts w:ascii="Arial" w:hAnsi="Arial"/>
        </w:rPr>
        <w:br/>
        <w:t>(Ø 50/44) in kunststof</w:t>
      </w:r>
    </w:p>
    <w:p w14:paraId="2F148174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een schroefkoppeling verbindt men reservoir en spoelbuis</w:t>
      </w:r>
    </w:p>
    <w:p w14:paraId="40B707D2" w14:textId="77777777" w:rsidR="003E47D6" w:rsidRPr="007B69D5" w:rsidRDefault="0035673B" w:rsidP="003E47D6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br w:type="page"/>
      </w:r>
      <w:r w:rsidR="003E47D6" w:rsidRPr="007B69D5">
        <w:rPr>
          <w:rFonts w:ascii="Arial" w:hAnsi="Arial"/>
          <w:b/>
        </w:rPr>
        <w:lastRenderedPageBreak/>
        <w:t>Plaatsing</w:t>
      </w:r>
    </w:p>
    <w:p w14:paraId="48B3E479" w14:textId="77777777" w:rsidR="003E47D6" w:rsidRPr="006E09B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6E09BA">
        <w:rPr>
          <w:rFonts w:ascii="Arial" w:hAnsi="Arial"/>
        </w:rPr>
        <w:t>Volgens de richtlijnen van de fabrikant</w:t>
      </w:r>
      <w:r w:rsidR="000E74FA" w:rsidRPr="006E09BA">
        <w:rPr>
          <w:rFonts w:ascii="Arial" w:hAnsi="Arial"/>
        </w:rPr>
        <w:t>.</w:t>
      </w:r>
    </w:p>
    <w:sectPr w:rsidR="003E47D6" w:rsidRPr="006E09B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5B522" w14:textId="77777777" w:rsidR="00A57E04" w:rsidRDefault="00A57E04">
      <w:r>
        <w:separator/>
      </w:r>
    </w:p>
  </w:endnote>
  <w:endnote w:type="continuationSeparator" w:id="0">
    <w:p w14:paraId="340F0F33" w14:textId="77777777" w:rsidR="00A57E04" w:rsidRDefault="00A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09BA" w14:paraId="1CC5A65E" w14:textId="77777777">
      <w:tc>
        <w:tcPr>
          <w:tcW w:w="3392" w:type="dxa"/>
        </w:tcPr>
        <w:p w14:paraId="26D78563" w14:textId="1A40F546" w:rsidR="007C7FFA" w:rsidRDefault="00CD5D46" w:rsidP="007A6AA4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524FF9B" w14:textId="77777777" w:rsidR="007C7FFA" w:rsidRDefault="00DF4257">
          <w:pPr>
            <w:jc w:val="center"/>
            <w:rPr>
              <w:sz w:val="20"/>
            </w:rPr>
          </w:pPr>
          <w:r w:rsidRPr="006E09B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76EB293" w14:textId="77777777" w:rsidR="007C7FFA" w:rsidRPr="006E09B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PAGE  \* LOWER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1</w:t>
          </w:r>
          <w:r w:rsidRPr="006E09BA">
            <w:rPr>
              <w:rFonts w:ascii="Arial" w:hAnsi="Arial"/>
            </w:rPr>
            <w:fldChar w:fldCharType="end"/>
          </w:r>
          <w:r w:rsidRPr="006E09BA">
            <w:rPr>
              <w:rFonts w:ascii="Arial" w:hAnsi="Arial"/>
            </w:rPr>
            <w:t>/</w:t>
          </w: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NUMPAGES  \* Arabic  \* MERGEFORMAT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2</w:t>
          </w:r>
          <w:r w:rsidRPr="006E09BA">
            <w:rPr>
              <w:rFonts w:ascii="Arial" w:hAnsi="Arial"/>
            </w:rPr>
            <w:fldChar w:fldCharType="end"/>
          </w:r>
        </w:p>
      </w:tc>
    </w:tr>
  </w:tbl>
  <w:p w14:paraId="658C2C61" w14:textId="77777777" w:rsidR="007C7FFA" w:rsidRPr="006E09B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A7CA" w14:textId="77777777" w:rsidR="00A57E04" w:rsidRDefault="00A57E04">
      <w:r>
        <w:separator/>
      </w:r>
    </w:p>
  </w:footnote>
  <w:footnote w:type="continuationSeparator" w:id="0">
    <w:p w14:paraId="766E93D8" w14:textId="77777777" w:rsidR="00A57E04" w:rsidRDefault="00A5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1213" w14:textId="77777777" w:rsidR="007C7FFA" w:rsidRPr="007B69D5" w:rsidRDefault="00DF4257" w:rsidP="00080B0F">
    <w:pPr>
      <w:pStyle w:val="Header"/>
      <w:rPr>
        <w:rFonts w:ascii="Arial" w:hAnsi="Arial"/>
        <w:b/>
        <w:szCs w:val="24"/>
      </w:rPr>
    </w:pPr>
    <w:r w:rsidRPr="007B69D5">
      <w:rPr>
        <w:rFonts w:ascii="Arial" w:hAnsi="Arial"/>
        <w:b/>
      </w:rPr>
      <w:t xml:space="preserve">Geberit </w:t>
    </w:r>
    <w:proofErr w:type="spellStart"/>
    <w:r w:rsidR="0063681C" w:rsidRPr="007B69D5">
      <w:rPr>
        <w:rFonts w:ascii="Arial" w:hAnsi="Arial"/>
        <w:b/>
      </w:rPr>
      <w:t>opbouwspoelresevoir</w:t>
    </w:r>
    <w:proofErr w:type="spellEnd"/>
    <w:r w:rsidR="00A67EB1" w:rsidRPr="007B69D5">
      <w:rPr>
        <w:rFonts w:ascii="Arial" w:hAnsi="Arial"/>
        <w:b/>
      </w:rPr>
      <w:t xml:space="preserve"> -</w:t>
    </w:r>
    <w:r w:rsidR="00DB6371" w:rsidRPr="007B69D5">
      <w:rPr>
        <w:rFonts w:ascii="Arial" w:hAnsi="Arial"/>
        <w:b/>
      </w:rPr>
      <w:t xml:space="preserve"> </w:t>
    </w:r>
    <w:r w:rsidR="007C7FFA" w:rsidRPr="007B69D5">
      <w:rPr>
        <w:rFonts w:ascii="Arial" w:hAnsi="Arial"/>
        <w:b/>
      </w:rPr>
      <w:tab/>
    </w:r>
    <w:r w:rsidR="009D3D2C" w:rsidRPr="007B69D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A33F373" wp14:editId="260F3DD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C091D" w14:textId="77777777" w:rsidR="00E10547" w:rsidRPr="007B69D5" w:rsidRDefault="003C020C" w:rsidP="00080B0F">
    <w:pPr>
      <w:pStyle w:val="Header"/>
      <w:rPr>
        <w:rFonts w:ascii="Arial" w:hAnsi="Arial"/>
        <w:b/>
      </w:rPr>
    </w:pPr>
    <w:r w:rsidRPr="007B69D5">
      <w:rPr>
        <w:rFonts w:ascii="Arial" w:hAnsi="Arial"/>
        <w:b/>
      </w:rPr>
      <w:t>140</w:t>
    </w:r>
    <w:r w:rsidR="0033679D" w:rsidRPr="007B69D5">
      <w:rPr>
        <w:rFonts w:ascii="Arial" w:hAnsi="Arial"/>
        <w:b/>
      </w:rPr>
      <w:t>.3</w:t>
    </w:r>
    <w:r w:rsidRPr="007B69D5">
      <w:rPr>
        <w:rFonts w:ascii="Arial" w:hAnsi="Arial"/>
        <w:b/>
      </w:rPr>
      <w:t>1</w:t>
    </w:r>
    <w:r w:rsidR="006F7C8D" w:rsidRPr="007B69D5">
      <w:rPr>
        <w:rFonts w:ascii="Arial" w:hAnsi="Arial"/>
        <w:b/>
      </w:rPr>
      <w:t>7</w:t>
    </w:r>
    <w:r w:rsidR="0063681C" w:rsidRPr="007B69D5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23916416">
    <w:abstractNumId w:val="21"/>
  </w:num>
  <w:num w:numId="2" w16cid:durableId="260645272">
    <w:abstractNumId w:val="27"/>
  </w:num>
  <w:num w:numId="3" w16cid:durableId="901019191">
    <w:abstractNumId w:val="4"/>
  </w:num>
  <w:num w:numId="4" w16cid:durableId="1310284833">
    <w:abstractNumId w:val="3"/>
  </w:num>
  <w:num w:numId="5" w16cid:durableId="1558201622">
    <w:abstractNumId w:val="18"/>
  </w:num>
  <w:num w:numId="6" w16cid:durableId="2097242198">
    <w:abstractNumId w:val="20"/>
  </w:num>
  <w:num w:numId="7" w16cid:durableId="1966496019">
    <w:abstractNumId w:val="6"/>
  </w:num>
  <w:num w:numId="8" w16cid:durableId="210847456">
    <w:abstractNumId w:val="24"/>
  </w:num>
  <w:num w:numId="9" w16cid:durableId="1366785032">
    <w:abstractNumId w:val="30"/>
  </w:num>
  <w:num w:numId="10" w16cid:durableId="619339413">
    <w:abstractNumId w:val="2"/>
  </w:num>
  <w:num w:numId="11" w16cid:durableId="1898514621">
    <w:abstractNumId w:val="17"/>
  </w:num>
  <w:num w:numId="12" w16cid:durableId="1702629252">
    <w:abstractNumId w:val="16"/>
  </w:num>
  <w:num w:numId="13" w16cid:durableId="337998810">
    <w:abstractNumId w:val="29"/>
  </w:num>
  <w:num w:numId="14" w16cid:durableId="281615287">
    <w:abstractNumId w:val="8"/>
  </w:num>
  <w:num w:numId="15" w16cid:durableId="978415986">
    <w:abstractNumId w:val="0"/>
  </w:num>
  <w:num w:numId="16" w16cid:durableId="348063905">
    <w:abstractNumId w:val="15"/>
  </w:num>
  <w:num w:numId="17" w16cid:durableId="1409427383">
    <w:abstractNumId w:val="5"/>
  </w:num>
  <w:num w:numId="18" w16cid:durableId="201477488">
    <w:abstractNumId w:val="25"/>
  </w:num>
  <w:num w:numId="19" w16cid:durableId="612513873">
    <w:abstractNumId w:val="26"/>
  </w:num>
  <w:num w:numId="20" w16cid:durableId="925308687">
    <w:abstractNumId w:val="23"/>
  </w:num>
  <w:num w:numId="21" w16cid:durableId="1833374293">
    <w:abstractNumId w:val="22"/>
  </w:num>
  <w:num w:numId="22" w16cid:durableId="986670668">
    <w:abstractNumId w:val="19"/>
  </w:num>
  <w:num w:numId="23" w16cid:durableId="1701079047">
    <w:abstractNumId w:val="28"/>
  </w:num>
  <w:num w:numId="24" w16cid:durableId="1627466484">
    <w:abstractNumId w:val="10"/>
  </w:num>
  <w:num w:numId="25" w16cid:durableId="2018192058">
    <w:abstractNumId w:val="12"/>
  </w:num>
  <w:num w:numId="26" w16cid:durableId="1302274895">
    <w:abstractNumId w:val="1"/>
  </w:num>
  <w:num w:numId="27" w16cid:durableId="373578072">
    <w:abstractNumId w:val="11"/>
  </w:num>
  <w:num w:numId="28" w16cid:durableId="2076582805">
    <w:abstractNumId w:val="14"/>
  </w:num>
  <w:num w:numId="29" w16cid:durableId="1897008003">
    <w:abstractNumId w:val="9"/>
  </w:num>
  <w:num w:numId="30" w16cid:durableId="1688098232">
    <w:abstractNumId w:val="13"/>
  </w:num>
  <w:num w:numId="31" w16cid:durableId="41721347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41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655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3A16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7CD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6E42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09BA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AA4"/>
    <w:rsid w:val="007A6E5C"/>
    <w:rsid w:val="007A737D"/>
    <w:rsid w:val="007A74A6"/>
    <w:rsid w:val="007B0E9D"/>
    <w:rsid w:val="007B11C5"/>
    <w:rsid w:val="007B380C"/>
    <w:rsid w:val="007B39A5"/>
    <w:rsid w:val="007B69D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0895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0C8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3D2C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1F36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57E04"/>
    <w:rsid w:val="00A621B3"/>
    <w:rsid w:val="00A64D0F"/>
    <w:rsid w:val="00A67EB1"/>
    <w:rsid w:val="00A7152B"/>
    <w:rsid w:val="00A72BCA"/>
    <w:rsid w:val="00A74C2E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01A6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244B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38F8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18F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0433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D46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37F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C3B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E628B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105B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369F95"/>
  <w15:chartTrackingRefBased/>
  <w15:docId w15:val="{BD3B6B56-1F3F-4990-A9D1-D2048D73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D3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29AD76-CFA4-4139-B916-B51749283FF1}"/>
</file>

<file path=customXml/itemProps2.xml><?xml version="1.0" encoding="utf-8"?>
<ds:datastoreItem xmlns:ds="http://schemas.openxmlformats.org/officeDocument/2006/customXml" ds:itemID="{F0BAA6E1-FFFC-4C73-93E6-81E55B360C6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AD1AA7B4-3245-414C-BF98-158B7483C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2012-02-08T07:41:00Z</cp:lastPrinted>
  <dcterms:created xsi:type="dcterms:W3CDTF">2017-02-25T09:22:00Z</dcterms:created>
  <dcterms:modified xsi:type="dcterms:W3CDTF">2023-12-21T09:45:00Z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2023-12-21T09:44:09Z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66293c85-00bd-42fa-8cd1-df75521ae191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